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87" w:rsidRDefault="00412CED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7" o:title="" grayscale="t"/>
          </v:shape>
        </w:pict>
      </w: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Pr="005F1EC3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00787" w:rsidRDefault="00B00787" w:rsidP="0001737C">
      <w:pPr>
        <w:widowControl w:val="0"/>
        <w:rPr>
          <w:b/>
        </w:rPr>
      </w:pPr>
    </w:p>
    <w:p w:rsidR="00B00787" w:rsidRDefault="00B00787" w:rsidP="0001737C">
      <w:pPr>
        <w:widowControl w:val="0"/>
        <w:rPr>
          <w:b/>
        </w:rPr>
      </w:pPr>
      <w:r>
        <w:rPr>
          <w:b/>
        </w:rPr>
        <w:t>РЕШЕНИЕ</w:t>
      </w:r>
    </w:p>
    <w:p w:rsidR="00B00787" w:rsidRPr="00AB2F33" w:rsidRDefault="00B00787" w:rsidP="0001737C">
      <w:pPr>
        <w:widowControl w:val="0"/>
        <w:ind w:firstLine="720"/>
      </w:pPr>
    </w:p>
    <w:p w:rsidR="00B00787" w:rsidRPr="0052751A" w:rsidRDefault="001A3006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 w:rsidRPr="0052751A">
        <w:rPr>
          <w:sz w:val="28"/>
          <w:szCs w:val="28"/>
        </w:rPr>
        <w:t>06</w:t>
      </w:r>
      <w:r w:rsidR="00D241AE">
        <w:rPr>
          <w:sz w:val="28"/>
          <w:szCs w:val="28"/>
        </w:rPr>
        <w:t xml:space="preserve"> августа  2016 г.</w:t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</w:r>
      <w:r w:rsidR="00D241AE">
        <w:rPr>
          <w:sz w:val="28"/>
          <w:szCs w:val="28"/>
        </w:rPr>
        <w:tab/>
        <w:t xml:space="preserve">   20/91</w:t>
      </w:r>
    </w:p>
    <w:p w:rsidR="00B00787" w:rsidRPr="00B14899" w:rsidRDefault="00B00787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B00787" w:rsidRDefault="00B00787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 w:rsidR="001A3006">
        <w:rPr>
          <w:sz w:val="28"/>
          <w:szCs w:val="28"/>
        </w:rPr>
        <w:t>Боброва Алексея Ивановича</w:t>
      </w:r>
      <w:r>
        <w:rPr>
          <w:sz w:val="28"/>
          <w:szCs w:val="28"/>
        </w:rPr>
        <w:t xml:space="preserve"> выдвинутого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B00787" w:rsidRPr="00B14899" w:rsidRDefault="00B00787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00787" w:rsidRDefault="00B00787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00787" w:rsidRPr="00B14899" w:rsidRDefault="001A3006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Бобров Алексей Иванович</w:t>
      </w:r>
      <w:r w:rsidR="00B00787"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</w:t>
      </w:r>
      <w:r w:rsidR="00B00787"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="00B00787" w:rsidRPr="00B14899">
        <w:rPr>
          <w:sz w:val="28"/>
          <w:szCs w:val="28"/>
        </w:rPr>
        <w:t>.</w:t>
      </w:r>
    </w:p>
    <w:p w:rsidR="00B00787" w:rsidRPr="00B14899" w:rsidRDefault="00B00787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="001A3006">
        <w:rPr>
          <w:sz w:val="28"/>
          <w:szCs w:val="28"/>
        </w:rPr>
        <w:t>а</w:t>
      </w:r>
      <w:r w:rsidRPr="00B14899">
        <w:rPr>
          <w:sz w:val="28"/>
          <w:szCs w:val="28"/>
        </w:rPr>
        <w:t xml:space="preserve"> </w:t>
      </w:r>
      <w:r w:rsidR="001A3006">
        <w:rPr>
          <w:sz w:val="28"/>
          <w:szCs w:val="28"/>
        </w:rPr>
        <w:t xml:space="preserve">Боброва Алексея Ивановича </w:t>
      </w:r>
      <w:r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 w:rsidR="001A3006">
        <w:rPr>
          <w:sz w:val="28"/>
          <w:szCs w:val="28"/>
        </w:rPr>
        <w:t xml:space="preserve"> сентября 2016 года представлены</w:t>
      </w:r>
      <w:r w:rsidRPr="00B14899">
        <w:rPr>
          <w:sz w:val="28"/>
          <w:szCs w:val="28"/>
        </w:rPr>
        <w:t>:</w:t>
      </w:r>
    </w:p>
    <w:p w:rsidR="00B00787" w:rsidRDefault="00B00787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00787" w:rsidRPr="00B14899" w:rsidRDefault="00B00787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</w:t>
      </w:r>
      <w:r w:rsidR="001A3006">
        <w:rPr>
          <w:sz w:val="28"/>
          <w:szCs w:val="28"/>
        </w:rPr>
        <w:t>Боброва  А.И</w:t>
      </w:r>
      <w:r>
        <w:rPr>
          <w:sz w:val="28"/>
          <w:szCs w:val="28"/>
        </w:rPr>
        <w:t xml:space="preserve">. кандидатом в </w:t>
      </w:r>
      <w:r>
        <w:rPr>
          <w:sz w:val="28"/>
          <w:szCs w:val="28"/>
        </w:rPr>
        <w:lastRenderedPageBreak/>
        <w:t>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;</w:t>
      </w:r>
    </w:p>
    <w:p w:rsidR="00B00787" w:rsidRDefault="00B00787" w:rsidP="00B75991">
      <w:pPr>
        <w:pStyle w:val="a7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соответствие порядка выдвижения </w:t>
      </w:r>
      <w:r w:rsidR="001A3006">
        <w:rPr>
          <w:sz w:val="28"/>
          <w:szCs w:val="28"/>
        </w:rPr>
        <w:t>Боброва Алексея Ивановича</w:t>
      </w:r>
      <w:r>
        <w:rPr>
          <w:sz w:val="28"/>
          <w:szCs w:val="28"/>
        </w:rPr>
        <w:t xml:space="preserve">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Устава Всероссийской политической партии "Единая Россия"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>
        <w:rPr>
          <w:sz w:val="28"/>
          <w:szCs w:val="28"/>
        </w:rPr>
        <w:t xml:space="preserve">мандатному избирательному округу на выборах депутатов Думы  </w:t>
      </w:r>
      <w:r w:rsidRPr="00B14899">
        <w:rPr>
          <w:sz w:val="28"/>
          <w:szCs w:val="28"/>
        </w:rPr>
        <w:t xml:space="preserve">муниципального образования "посёлок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</w:t>
      </w:r>
      <w:r w:rsidR="001A3006">
        <w:rPr>
          <w:sz w:val="28"/>
          <w:szCs w:val="28"/>
        </w:rPr>
        <w:t>Бобровым Алексеем Ивановичем</w:t>
      </w:r>
      <w:r>
        <w:rPr>
          <w:sz w:val="28"/>
          <w:szCs w:val="28"/>
        </w:rPr>
        <w:t xml:space="preserve">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</w:t>
      </w:r>
      <w:r w:rsidR="001A3006">
        <w:rPr>
          <w:sz w:val="28"/>
          <w:szCs w:val="28"/>
        </w:rPr>
        <w:t xml:space="preserve">Бобровым Алексеем Ивановичем </w:t>
      </w:r>
      <w:r>
        <w:rPr>
          <w:sz w:val="28"/>
          <w:szCs w:val="28"/>
        </w:rPr>
        <w:t>при выдвижении.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Данные, поступившие из государственных органов (ИЦ ГУ МВД России по Свердловской области, УФМС России по Свердловской области)   </w:t>
      </w:r>
      <w:r>
        <w:rPr>
          <w:sz w:val="28"/>
          <w:szCs w:val="28"/>
        </w:rPr>
        <w:lastRenderedPageBreak/>
        <w:t>подтверждают достоверность сведений, представленных кандидатом при выдвижении. Вместе с тем из ряда государственных органов результаты проверки не поступили (</w:t>
      </w:r>
      <w:r w:rsidR="001A3006">
        <w:rPr>
          <w:sz w:val="28"/>
          <w:szCs w:val="28"/>
        </w:rPr>
        <w:t>Южно-Уральский государственный аграрный университет</w:t>
      </w:r>
      <w:r>
        <w:rPr>
          <w:sz w:val="28"/>
          <w:szCs w:val="28"/>
        </w:rPr>
        <w:t>).</w:t>
      </w:r>
    </w:p>
    <w:p w:rsidR="00B00787" w:rsidRDefault="00B0078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00787" w:rsidRPr="00B14899" w:rsidRDefault="00B00787" w:rsidP="00782411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 47,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B00787" w:rsidRPr="00815C55" w:rsidRDefault="00B00787" w:rsidP="00A3492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 w:rsidR="001A3006">
        <w:rPr>
          <w:sz w:val="28"/>
          <w:szCs w:val="28"/>
        </w:rPr>
        <w:t xml:space="preserve">Боброва Алексея Ивановича </w:t>
      </w:r>
      <w:r>
        <w:rPr>
          <w:sz w:val="28"/>
          <w:szCs w:val="28"/>
        </w:rPr>
        <w:t>, 1</w:t>
      </w:r>
      <w:r w:rsidR="001A3006">
        <w:rPr>
          <w:sz w:val="28"/>
          <w:szCs w:val="28"/>
        </w:rPr>
        <w:t>971</w:t>
      </w:r>
      <w:r w:rsidRPr="00B14899">
        <w:rPr>
          <w:sz w:val="28"/>
          <w:szCs w:val="28"/>
        </w:rPr>
        <w:t xml:space="preserve"> года рождения, </w:t>
      </w:r>
      <w:r w:rsidR="001A3006">
        <w:rPr>
          <w:sz w:val="28"/>
          <w:szCs w:val="28"/>
        </w:rPr>
        <w:t>заместителя командира</w:t>
      </w:r>
      <w:r>
        <w:rPr>
          <w:sz w:val="28"/>
          <w:szCs w:val="28"/>
        </w:rPr>
        <w:t xml:space="preserve"> войсковой части 56653</w:t>
      </w:r>
      <w:r w:rsidR="001A3006">
        <w:rPr>
          <w:sz w:val="28"/>
          <w:szCs w:val="28"/>
        </w:rPr>
        <w:t xml:space="preserve"> – главный инженер</w:t>
      </w:r>
      <w:r>
        <w:rPr>
          <w:sz w:val="28"/>
          <w:szCs w:val="28"/>
        </w:rPr>
        <w:t>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посёлок Уральский, выдвинутого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      избирательному    округу   (</w:t>
      </w:r>
      <w:r w:rsidR="008B4477" w:rsidRPr="0052751A">
        <w:rPr>
          <w:sz w:val="28"/>
          <w:szCs w:val="28"/>
        </w:rPr>
        <w:t>дата  регистрации – 06</w:t>
      </w:r>
      <w:r w:rsidRPr="0052751A">
        <w:rPr>
          <w:sz w:val="28"/>
          <w:szCs w:val="28"/>
        </w:rPr>
        <w:t xml:space="preserve"> августа 2</w:t>
      </w:r>
      <w:r w:rsidR="0052751A">
        <w:rPr>
          <w:sz w:val="28"/>
          <w:szCs w:val="28"/>
        </w:rPr>
        <w:t>016 года,  время регистрации  12 часов 20</w:t>
      </w:r>
      <w:r w:rsidRPr="0052751A">
        <w:rPr>
          <w:sz w:val="28"/>
          <w:szCs w:val="28"/>
        </w:rPr>
        <w:t xml:space="preserve"> минут</w:t>
      </w:r>
      <w:r w:rsidRPr="00815C55">
        <w:rPr>
          <w:sz w:val="28"/>
          <w:szCs w:val="28"/>
        </w:rPr>
        <w:t>).</w:t>
      </w:r>
    </w:p>
    <w:p w:rsidR="00B00787" w:rsidRPr="00A34929" w:rsidRDefault="00B00787" w:rsidP="00A34929">
      <w:pPr>
        <w:pStyle w:val="a7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 В</w:t>
      </w:r>
      <w:r w:rsidRPr="00B14899">
        <w:rPr>
          <w:sz w:val="28"/>
          <w:szCs w:val="28"/>
        </w:rPr>
        <w:t xml:space="preserve">ыдать  кандидату </w:t>
      </w:r>
      <w:r w:rsidR="008B4477">
        <w:rPr>
          <w:sz w:val="28"/>
          <w:szCs w:val="28"/>
        </w:rPr>
        <w:t>Боброву Алексею Ивановичу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</w:t>
      </w:r>
      <w:r w:rsidRPr="0052751A">
        <w:rPr>
          <w:sz w:val="28"/>
          <w:szCs w:val="28"/>
        </w:rPr>
        <w:t xml:space="preserve">кандидата    </w:t>
      </w:r>
      <w:r w:rsidR="0052751A">
        <w:rPr>
          <w:sz w:val="28"/>
          <w:szCs w:val="28"/>
        </w:rPr>
        <w:t>№ 22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B00787" w:rsidRDefault="00B00787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 w:rsidR="008B4477">
        <w:rPr>
          <w:sz w:val="28"/>
          <w:szCs w:val="28"/>
        </w:rPr>
        <w:t>Боброве Алексее Ивановиче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B00787" w:rsidRDefault="00B00787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 w:rsidR="008B4477">
        <w:rPr>
          <w:sz w:val="28"/>
          <w:szCs w:val="28"/>
        </w:rPr>
        <w:t xml:space="preserve">Боброве Алексее Ивановиче </w:t>
      </w:r>
      <w:r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B00787" w:rsidRDefault="00B00787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Продолжить проверку сведений</w:t>
      </w:r>
      <w:r>
        <w:rPr>
          <w:sz w:val="28"/>
          <w:szCs w:val="28"/>
        </w:rPr>
        <w:t>, пред</w:t>
      </w:r>
      <w:r w:rsidRPr="00B14899">
        <w:rPr>
          <w:sz w:val="28"/>
          <w:szCs w:val="28"/>
        </w:rPr>
        <w:t xml:space="preserve">ставленных </w:t>
      </w:r>
      <w:r w:rsidR="008B4477">
        <w:rPr>
          <w:sz w:val="28"/>
          <w:szCs w:val="28"/>
        </w:rPr>
        <w:t>Бобровым Алексеем Ивановичем</w:t>
      </w:r>
      <w:r>
        <w:rPr>
          <w:sz w:val="28"/>
          <w:szCs w:val="28"/>
        </w:rPr>
        <w:t>.</w:t>
      </w:r>
    </w:p>
    <w:p w:rsidR="00B00787" w:rsidRPr="00B14899" w:rsidRDefault="00B00787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 w:rsidR="008B4477">
        <w:rPr>
          <w:sz w:val="28"/>
          <w:szCs w:val="28"/>
        </w:rPr>
        <w:t>Боброву А</w:t>
      </w:r>
      <w:r w:rsidRPr="00B14899">
        <w:rPr>
          <w:sz w:val="28"/>
          <w:szCs w:val="28"/>
        </w:rPr>
        <w:t>.</w:t>
      </w:r>
      <w:r w:rsidR="008B4477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00787" w:rsidRPr="00B14899" w:rsidRDefault="00B00787" w:rsidP="0007531A">
      <w:pPr>
        <w:pStyle w:val="a7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00787" w:rsidRPr="006D6C6C" w:rsidRDefault="00B00787" w:rsidP="0007531A">
      <w:pPr>
        <w:pStyle w:val="a7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00787" w:rsidRDefault="00B00787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00787" w:rsidRDefault="00B00787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00787" w:rsidRDefault="00B00787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00787" w:rsidRDefault="00B00787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B00787" w:rsidRDefault="00B00787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00787" w:rsidRDefault="00B00787" w:rsidP="00B14899">
      <w:pPr>
        <w:widowControl w:val="0"/>
        <w:ind w:left="4300" w:right="-163"/>
        <w:jc w:val="right"/>
        <w:rPr>
          <w:b/>
        </w:rPr>
      </w:pPr>
    </w:p>
    <w:sectPr w:rsidR="00B00787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A3" w:rsidRDefault="009C36A3">
      <w:r>
        <w:separator/>
      </w:r>
    </w:p>
  </w:endnote>
  <w:endnote w:type="continuationSeparator" w:id="1">
    <w:p w:rsidR="009C36A3" w:rsidRDefault="009C3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412CED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0787" w:rsidRDefault="00B00787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A3" w:rsidRDefault="009C36A3">
      <w:r>
        <w:separator/>
      </w:r>
    </w:p>
  </w:footnote>
  <w:footnote w:type="continuationSeparator" w:id="1">
    <w:p w:rsidR="009C36A3" w:rsidRDefault="009C3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412CED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0787" w:rsidRDefault="00B007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412CED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0078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241AE">
      <w:rPr>
        <w:rStyle w:val="af2"/>
        <w:noProof/>
      </w:rPr>
      <w:t>4</w:t>
    </w:r>
    <w:r>
      <w:rPr>
        <w:rStyle w:val="af2"/>
      </w:rPr>
      <w:fldChar w:fldCharType="end"/>
    </w:r>
  </w:p>
  <w:p w:rsidR="00B00787" w:rsidRDefault="00B00787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038E5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4E3"/>
    <w:rsid w:val="000C2CFB"/>
    <w:rsid w:val="000D23E9"/>
    <w:rsid w:val="000D5E8F"/>
    <w:rsid w:val="000E00E7"/>
    <w:rsid w:val="000E2BF9"/>
    <w:rsid w:val="000E7334"/>
    <w:rsid w:val="000F2051"/>
    <w:rsid w:val="0010252D"/>
    <w:rsid w:val="001039ED"/>
    <w:rsid w:val="0013206F"/>
    <w:rsid w:val="001403C9"/>
    <w:rsid w:val="001533ED"/>
    <w:rsid w:val="00184330"/>
    <w:rsid w:val="001853B7"/>
    <w:rsid w:val="001A3006"/>
    <w:rsid w:val="001B30CF"/>
    <w:rsid w:val="001E03A1"/>
    <w:rsid w:val="001E591D"/>
    <w:rsid w:val="00232588"/>
    <w:rsid w:val="0023364A"/>
    <w:rsid w:val="002379F7"/>
    <w:rsid w:val="00265A28"/>
    <w:rsid w:val="00276244"/>
    <w:rsid w:val="002811F5"/>
    <w:rsid w:val="002855A2"/>
    <w:rsid w:val="00292450"/>
    <w:rsid w:val="002B7A50"/>
    <w:rsid w:val="002C30BA"/>
    <w:rsid w:val="002C70DF"/>
    <w:rsid w:val="002C7896"/>
    <w:rsid w:val="002D7130"/>
    <w:rsid w:val="002E746D"/>
    <w:rsid w:val="002F0E05"/>
    <w:rsid w:val="002F6655"/>
    <w:rsid w:val="00310520"/>
    <w:rsid w:val="0032179A"/>
    <w:rsid w:val="0033643C"/>
    <w:rsid w:val="00344E2C"/>
    <w:rsid w:val="00354677"/>
    <w:rsid w:val="00372B17"/>
    <w:rsid w:val="003806E8"/>
    <w:rsid w:val="0038464C"/>
    <w:rsid w:val="003C01A0"/>
    <w:rsid w:val="00412CED"/>
    <w:rsid w:val="0042327C"/>
    <w:rsid w:val="0044122F"/>
    <w:rsid w:val="0045293A"/>
    <w:rsid w:val="00462003"/>
    <w:rsid w:val="00474BD9"/>
    <w:rsid w:val="00477CE6"/>
    <w:rsid w:val="00485826"/>
    <w:rsid w:val="0049068C"/>
    <w:rsid w:val="004948AA"/>
    <w:rsid w:val="004965F3"/>
    <w:rsid w:val="004A0037"/>
    <w:rsid w:val="004A4D00"/>
    <w:rsid w:val="004B0873"/>
    <w:rsid w:val="004C051A"/>
    <w:rsid w:val="004C4EF3"/>
    <w:rsid w:val="004C5266"/>
    <w:rsid w:val="004D1798"/>
    <w:rsid w:val="004D2F69"/>
    <w:rsid w:val="004D64C9"/>
    <w:rsid w:val="004F3CEB"/>
    <w:rsid w:val="004F5ECA"/>
    <w:rsid w:val="005059AD"/>
    <w:rsid w:val="00511CFA"/>
    <w:rsid w:val="00513EF2"/>
    <w:rsid w:val="0052199D"/>
    <w:rsid w:val="0052751A"/>
    <w:rsid w:val="00527A06"/>
    <w:rsid w:val="00543625"/>
    <w:rsid w:val="00563DBD"/>
    <w:rsid w:val="005831B1"/>
    <w:rsid w:val="00596F70"/>
    <w:rsid w:val="005B073F"/>
    <w:rsid w:val="005C5A7A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6B4B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5BB6"/>
    <w:rsid w:val="007C75AA"/>
    <w:rsid w:val="007D34DC"/>
    <w:rsid w:val="007D676A"/>
    <w:rsid w:val="007E4EA7"/>
    <w:rsid w:val="007F0367"/>
    <w:rsid w:val="007F26D9"/>
    <w:rsid w:val="0080339A"/>
    <w:rsid w:val="008125C9"/>
    <w:rsid w:val="00812BBC"/>
    <w:rsid w:val="00815C55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B4477"/>
    <w:rsid w:val="008D0338"/>
    <w:rsid w:val="008D497E"/>
    <w:rsid w:val="008F6C8A"/>
    <w:rsid w:val="009114E2"/>
    <w:rsid w:val="00913340"/>
    <w:rsid w:val="00930715"/>
    <w:rsid w:val="00934271"/>
    <w:rsid w:val="009516CE"/>
    <w:rsid w:val="0095322D"/>
    <w:rsid w:val="00974AEE"/>
    <w:rsid w:val="00990F64"/>
    <w:rsid w:val="009A0A28"/>
    <w:rsid w:val="009A3A54"/>
    <w:rsid w:val="009A6753"/>
    <w:rsid w:val="009B3FEC"/>
    <w:rsid w:val="009C072D"/>
    <w:rsid w:val="009C36A3"/>
    <w:rsid w:val="009D0728"/>
    <w:rsid w:val="00A2317C"/>
    <w:rsid w:val="00A34929"/>
    <w:rsid w:val="00A45E17"/>
    <w:rsid w:val="00A65361"/>
    <w:rsid w:val="00A9213D"/>
    <w:rsid w:val="00AB2F33"/>
    <w:rsid w:val="00AD0E86"/>
    <w:rsid w:val="00AD2C97"/>
    <w:rsid w:val="00B0078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45B23"/>
    <w:rsid w:val="00B712BE"/>
    <w:rsid w:val="00B74C34"/>
    <w:rsid w:val="00B75991"/>
    <w:rsid w:val="00B843C8"/>
    <w:rsid w:val="00B978A7"/>
    <w:rsid w:val="00BA3E78"/>
    <w:rsid w:val="00BB41C8"/>
    <w:rsid w:val="00BC2A93"/>
    <w:rsid w:val="00BF195A"/>
    <w:rsid w:val="00C0195F"/>
    <w:rsid w:val="00C04A98"/>
    <w:rsid w:val="00C143D6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241AE"/>
    <w:rsid w:val="00D32A30"/>
    <w:rsid w:val="00D37901"/>
    <w:rsid w:val="00D431E7"/>
    <w:rsid w:val="00D5129E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44C5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0FEA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96678"/>
    <w:rsid w:val="00FB6F0F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5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152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НИЖНЕРЕЧЕНСКАЯ РАЙОННАЯ</vt:lpstr>
    </vt:vector>
  </TitlesOfParts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25</cp:revision>
  <cp:lastPrinted>2016-07-29T14:12:00Z</cp:lastPrinted>
  <dcterms:created xsi:type="dcterms:W3CDTF">2016-07-29T13:21:00Z</dcterms:created>
  <dcterms:modified xsi:type="dcterms:W3CDTF">2016-08-05T07:46:00Z</dcterms:modified>
</cp:coreProperties>
</file>